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EB8E4" w14:textId="77777777"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Протокол результатов школьного этапа всероссийской олимпиады школьников</w:t>
      </w:r>
    </w:p>
    <w:p w14:paraId="7067F803" w14:textId="0A8633BB" w:rsidR="00423C9C" w:rsidRPr="005016C2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5016C2">
        <w:rPr>
          <w:rFonts w:ascii="Times New Roman" w:hAnsi="Times New Roman" w:cs="Times New Roman"/>
          <w:b/>
          <w:bCs/>
          <w:color w:val="auto"/>
        </w:rPr>
        <w:t xml:space="preserve"> по общеобразовательному предмету 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«</w:t>
      </w:r>
      <w:r w:rsidR="003C50F2">
        <w:rPr>
          <w:rFonts w:ascii="Times New Roman" w:hAnsi="Times New Roman" w:cs="Times New Roman"/>
          <w:b/>
          <w:bCs/>
          <w:i/>
          <w:iCs/>
          <w:color w:val="auto"/>
        </w:rPr>
        <w:t>Обществознание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»</w:t>
      </w:r>
    </w:p>
    <w:p w14:paraId="5FA28E96" w14:textId="77777777"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</w:p>
    <w:p w14:paraId="7A45084D" w14:textId="5721EC90"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3C50F2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-202</w:t>
      </w:r>
      <w:r w:rsidR="003C50F2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учебный год</w:t>
      </w:r>
    </w:p>
    <w:p w14:paraId="455C5CD2" w14:textId="77777777"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</w:rPr>
      </w:pPr>
    </w:p>
    <w:p w14:paraId="0361BF08" w14:textId="77777777" w:rsidR="00423C9C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</w:rPr>
      </w:pPr>
    </w:p>
    <w:p w14:paraId="57EA481B" w14:textId="77777777" w:rsidR="00423C9C" w:rsidRDefault="009400EB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Рейтинговый список участников школьного этапа олимпиады по предмету:</w:t>
      </w:r>
    </w:p>
    <w:p w14:paraId="51DD2879" w14:textId="77777777"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4087"/>
        <w:gridCol w:w="2105"/>
        <w:gridCol w:w="2350"/>
      </w:tblGrid>
      <w:tr w:rsidR="00423C9C" w:rsidRPr="007C5286" w14:paraId="204FC889" w14:textId="77777777" w:rsidTr="00565D92">
        <w:tc>
          <w:tcPr>
            <w:tcW w:w="983" w:type="dxa"/>
          </w:tcPr>
          <w:p w14:paraId="2C667CAE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Класс</w:t>
            </w:r>
          </w:p>
        </w:tc>
        <w:tc>
          <w:tcPr>
            <w:tcW w:w="4087" w:type="dxa"/>
          </w:tcPr>
          <w:p w14:paraId="72C9E710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ФИО участника</w:t>
            </w:r>
          </w:p>
        </w:tc>
        <w:tc>
          <w:tcPr>
            <w:tcW w:w="2105" w:type="dxa"/>
          </w:tcPr>
          <w:p w14:paraId="46B2586F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Количество набранных баллов</w:t>
            </w:r>
          </w:p>
        </w:tc>
        <w:tc>
          <w:tcPr>
            <w:tcW w:w="2350" w:type="dxa"/>
          </w:tcPr>
          <w:p w14:paraId="42F76B79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Результат участия</w:t>
            </w:r>
          </w:p>
          <w:p w14:paraId="28E2CFEF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(победитель / призер / участие)</w:t>
            </w:r>
          </w:p>
        </w:tc>
      </w:tr>
      <w:tr w:rsidR="00033FE3" w:rsidRPr="007C5286" w14:paraId="00FB4FC6" w14:textId="77777777" w:rsidTr="00565D92">
        <w:tc>
          <w:tcPr>
            <w:tcW w:w="983" w:type="dxa"/>
          </w:tcPr>
          <w:p w14:paraId="2FCCF8E7" w14:textId="61583154" w:rsidR="00033FE3" w:rsidRPr="007C5286" w:rsidRDefault="003C50F2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6575742E" w14:textId="0FD66D5B" w:rsidR="00033FE3" w:rsidRPr="00033FE3" w:rsidRDefault="003C50F2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Макаров Леонид</w:t>
            </w:r>
            <w:r w:rsidR="00A10757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Артёмович</w:t>
            </w:r>
          </w:p>
        </w:tc>
        <w:tc>
          <w:tcPr>
            <w:tcW w:w="2105" w:type="dxa"/>
          </w:tcPr>
          <w:p w14:paraId="65F706BD" w14:textId="13F97791" w:rsidR="00033FE3" w:rsidRPr="007C5286" w:rsidRDefault="003C50F2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2350" w:type="dxa"/>
          </w:tcPr>
          <w:p w14:paraId="50CA6E6E" w14:textId="72D6546A" w:rsidR="00033FE3" w:rsidRPr="007C5286" w:rsidRDefault="003C50F2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Участие</w:t>
            </w:r>
          </w:p>
        </w:tc>
      </w:tr>
      <w:tr w:rsidR="00033FE3" w:rsidRPr="007C5286" w14:paraId="4942D12D" w14:textId="77777777" w:rsidTr="00565D92">
        <w:tc>
          <w:tcPr>
            <w:tcW w:w="983" w:type="dxa"/>
          </w:tcPr>
          <w:p w14:paraId="4430224A" w14:textId="7CDB8260" w:rsidR="00033FE3" w:rsidRPr="007C5286" w:rsidRDefault="003C50F2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05A0560B" w14:textId="2B09FF67" w:rsidR="00033FE3" w:rsidRPr="00033FE3" w:rsidRDefault="003C50F2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Пирогова Ксения Александровна</w:t>
            </w:r>
          </w:p>
        </w:tc>
        <w:tc>
          <w:tcPr>
            <w:tcW w:w="2105" w:type="dxa"/>
          </w:tcPr>
          <w:p w14:paraId="731184D0" w14:textId="55772E91" w:rsidR="00033FE3" w:rsidRPr="007C5286" w:rsidRDefault="003C50F2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63</w:t>
            </w:r>
          </w:p>
        </w:tc>
        <w:tc>
          <w:tcPr>
            <w:tcW w:w="2350" w:type="dxa"/>
          </w:tcPr>
          <w:p w14:paraId="02210ED6" w14:textId="77777777" w:rsidR="00033FE3" w:rsidRPr="007C5286" w:rsidRDefault="0073404A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Призер</w:t>
            </w:r>
          </w:p>
        </w:tc>
      </w:tr>
      <w:tr w:rsidR="00A10757" w:rsidRPr="007C5286" w14:paraId="104B30A3" w14:textId="77777777" w:rsidTr="00565D92">
        <w:tc>
          <w:tcPr>
            <w:tcW w:w="983" w:type="dxa"/>
          </w:tcPr>
          <w:p w14:paraId="235F965A" w14:textId="77777777" w:rsidR="00A10757" w:rsidRDefault="00A10757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2517AD80" w14:textId="5CC1BC0E" w:rsidR="00A10757" w:rsidRPr="00033FE3" w:rsidRDefault="003C50F2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Чусов Глеб Денисович</w:t>
            </w:r>
          </w:p>
        </w:tc>
        <w:tc>
          <w:tcPr>
            <w:tcW w:w="2105" w:type="dxa"/>
          </w:tcPr>
          <w:p w14:paraId="1867C0D3" w14:textId="375007A2" w:rsidR="00A10757" w:rsidRDefault="003C50F2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</w:t>
            </w:r>
          </w:p>
        </w:tc>
        <w:tc>
          <w:tcPr>
            <w:tcW w:w="2350" w:type="dxa"/>
          </w:tcPr>
          <w:p w14:paraId="5F5D1067" w14:textId="62C66563" w:rsidR="00A10757" w:rsidRDefault="00A10757">
            <w:r w:rsidRPr="003213F8">
              <w:rPr>
                <w:rFonts w:ascii="Times New Roman" w:hAnsi="Times New Roman" w:cs="Times New Roman"/>
                <w:color w:val="auto"/>
              </w:rPr>
              <w:t>П</w:t>
            </w:r>
            <w:r w:rsidR="003C50F2">
              <w:rPr>
                <w:rFonts w:ascii="Times New Roman" w:hAnsi="Times New Roman" w:cs="Times New Roman"/>
                <w:color w:val="auto"/>
              </w:rPr>
              <w:t>обедитель</w:t>
            </w:r>
          </w:p>
        </w:tc>
      </w:tr>
    </w:tbl>
    <w:p w14:paraId="00424FE3" w14:textId="77777777"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960"/>
        <w:gridCol w:w="900"/>
        <w:gridCol w:w="915"/>
        <w:gridCol w:w="795"/>
        <w:gridCol w:w="840"/>
        <w:gridCol w:w="795"/>
        <w:gridCol w:w="795"/>
        <w:gridCol w:w="870"/>
      </w:tblGrid>
      <w:tr w:rsidR="00423C9C" w14:paraId="7889ED9E" w14:textId="77777777" w:rsidTr="00023701">
        <w:tc>
          <w:tcPr>
            <w:tcW w:w="2655" w:type="dxa"/>
          </w:tcPr>
          <w:p w14:paraId="0AFF5DD5" w14:textId="77777777" w:rsidR="00423C9C" w:rsidRPr="00023701" w:rsidRDefault="00423C9C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14:paraId="01BF67DC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4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14:paraId="27001C9C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5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5" w:type="dxa"/>
          </w:tcPr>
          <w:p w14:paraId="4A565203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6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6C950FA9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7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" w:type="dxa"/>
          </w:tcPr>
          <w:p w14:paraId="2D86A6AE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8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21B5246C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9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3D431A74" w14:textId="77777777" w:rsidR="00423C9C" w:rsidRPr="00023701" w:rsidRDefault="007A3ACF" w:rsidP="007A3AC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400EB" w:rsidRPr="00023701">
              <w:rPr>
                <w:rFonts w:ascii="Times New Roman" w:hAnsi="Times New Roman" w:cs="Times New Roman"/>
              </w:rPr>
              <w:t>кл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0" w:type="dxa"/>
          </w:tcPr>
          <w:p w14:paraId="525A981A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11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</w:tr>
      <w:tr w:rsidR="00A10757" w14:paraId="20155EFD" w14:textId="77777777" w:rsidTr="00023701">
        <w:tc>
          <w:tcPr>
            <w:tcW w:w="2655" w:type="dxa"/>
          </w:tcPr>
          <w:p w14:paraId="5E6DADDF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участников школьного этапа</w:t>
            </w:r>
          </w:p>
        </w:tc>
        <w:tc>
          <w:tcPr>
            <w:tcW w:w="960" w:type="dxa"/>
          </w:tcPr>
          <w:p w14:paraId="30B43E5F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0DC98DBE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084F7397" w14:textId="77396B16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6B1218DB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305081D2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1B911D4C" w14:textId="201E1262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5" w:type="dxa"/>
          </w:tcPr>
          <w:p w14:paraId="291DB571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73C678CE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14:paraId="64582203" w14:textId="77777777" w:rsidTr="00023701">
        <w:tc>
          <w:tcPr>
            <w:tcW w:w="2655" w:type="dxa"/>
          </w:tcPr>
          <w:p w14:paraId="6EE9D5F7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победителей</w:t>
            </w:r>
          </w:p>
        </w:tc>
        <w:tc>
          <w:tcPr>
            <w:tcW w:w="960" w:type="dxa"/>
          </w:tcPr>
          <w:p w14:paraId="1BC25E91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0AB2A1A4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01EFD691" w14:textId="70CE2F50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69071ED0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5135FCDD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1F3278F6" w14:textId="60752017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</w:tcPr>
          <w:p w14:paraId="6E574490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24EE484B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14:paraId="77C2A8FE" w14:textId="77777777" w:rsidTr="00023701">
        <w:tc>
          <w:tcPr>
            <w:tcW w:w="2655" w:type="dxa"/>
          </w:tcPr>
          <w:p w14:paraId="241DB2D8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призеров</w:t>
            </w:r>
          </w:p>
        </w:tc>
        <w:tc>
          <w:tcPr>
            <w:tcW w:w="960" w:type="dxa"/>
          </w:tcPr>
          <w:p w14:paraId="2262D592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44A8185B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7FBB3E7C" w14:textId="30FA07E0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4D591CAC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6EADD59D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1DE8CDCA" w14:textId="728D0CED" w:rsidR="00A10757" w:rsidRPr="00023701" w:rsidRDefault="003C50F2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</w:tcPr>
          <w:p w14:paraId="072B8BA3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2C98AA1B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01DA1AA7" w14:textId="77777777" w:rsidR="00423C9C" w:rsidRPr="007D1DE3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  <w:color w:val="auto"/>
        </w:rPr>
      </w:pPr>
    </w:p>
    <w:p w14:paraId="273D2E3E" w14:textId="4B7741FE" w:rsidR="00423C9C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 w:rsidRPr="007D1DE3">
        <w:rPr>
          <w:rFonts w:ascii="Times New Roman" w:hAnsi="Times New Roman" w:cs="Times New Roman"/>
          <w:i/>
          <w:iCs/>
          <w:color w:val="auto"/>
        </w:rPr>
        <w:t>«</w:t>
      </w:r>
      <w:r w:rsidR="003C50F2">
        <w:rPr>
          <w:rFonts w:ascii="Times New Roman" w:hAnsi="Times New Roman" w:cs="Times New Roman"/>
          <w:i/>
          <w:iCs/>
          <w:color w:val="auto"/>
        </w:rPr>
        <w:t>Обществознание</w:t>
      </w:r>
      <w:r w:rsidRPr="007D1DE3">
        <w:rPr>
          <w:rFonts w:ascii="Times New Roman" w:hAnsi="Times New Roman" w:cs="Times New Roman"/>
          <w:i/>
          <w:iCs/>
          <w:color w:val="auto"/>
        </w:rPr>
        <w:t>»</w:t>
      </w:r>
      <w:r w:rsidRPr="007D1DE3">
        <w:rPr>
          <w:rFonts w:ascii="Times New Roman" w:hAnsi="Times New Roman" w:cs="Times New Roman"/>
          <w:color w:val="auto"/>
        </w:rPr>
        <w:t xml:space="preserve"> следующих обучающихся:</w:t>
      </w:r>
    </w:p>
    <w:p w14:paraId="7123D57E" w14:textId="77777777" w:rsidR="00A10757" w:rsidRPr="007D1DE3" w:rsidRDefault="00A10757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</w:p>
    <w:p w14:paraId="06C232DF" w14:textId="40FDA431" w:rsidR="00423C9C" w:rsidRPr="007D1DE3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1) </w:t>
      </w:r>
      <w:r w:rsidR="003C50F2">
        <w:rPr>
          <w:rFonts w:ascii="Times New Roman" w:hAnsi="Times New Roman" w:cs="Times New Roman"/>
          <w:color w:val="auto"/>
        </w:rPr>
        <w:t>Пирогова Ксения Александровна</w:t>
      </w:r>
      <w:r w:rsidR="00A10757">
        <w:rPr>
          <w:rFonts w:ascii="Times New Roman" w:hAnsi="Times New Roman" w:cs="Times New Roman"/>
          <w:color w:val="auto"/>
        </w:rPr>
        <w:t>, 9 класс</w:t>
      </w:r>
    </w:p>
    <w:p w14:paraId="63263E4C" w14:textId="44B4D8D6" w:rsidR="00423C9C" w:rsidRPr="007D1DE3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2) </w:t>
      </w:r>
      <w:r w:rsidR="003C50F2">
        <w:rPr>
          <w:rFonts w:ascii="Times New Roman" w:hAnsi="Times New Roman" w:cs="Times New Roman"/>
          <w:color w:val="auto"/>
        </w:rPr>
        <w:t>Чусов Глеб Денисович</w:t>
      </w:r>
      <w:r w:rsidR="007D1DE3" w:rsidRPr="007D1DE3">
        <w:rPr>
          <w:rFonts w:ascii="Times New Roman" w:hAnsi="Times New Roman" w:cs="Times New Roman"/>
          <w:color w:val="auto"/>
        </w:rPr>
        <w:t xml:space="preserve">, </w:t>
      </w:r>
      <w:r w:rsidR="00A10757">
        <w:rPr>
          <w:rFonts w:ascii="Times New Roman" w:hAnsi="Times New Roman" w:cs="Times New Roman"/>
          <w:color w:val="auto"/>
        </w:rPr>
        <w:t>9</w:t>
      </w:r>
      <w:r w:rsidRPr="007D1DE3">
        <w:rPr>
          <w:rFonts w:ascii="Times New Roman" w:hAnsi="Times New Roman" w:cs="Times New Roman"/>
          <w:color w:val="auto"/>
        </w:rPr>
        <w:t xml:space="preserve"> класс</w:t>
      </w:r>
    </w:p>
    <w:p w14:paraId="4D30C6AB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63427EE3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090AB278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7A6D5D90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50AB5173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2FA494DC" w14:textId="2EB36143" w:rsidR="00423C9C" w:rsidRPr="003C50F2" w:rsidRDefault="009400EB" w:rsidP="003C50F2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8257D5">
        <w:rPr>
          <w:rFonts w:ascii="Times New Roman" w:hAnsi="Times New Roman" w:cs="Times New Roman"/>
          <w:color w:val="auto"/>
        </w:rPr>
        <w:t xml:space="preserve">Учитель: </w:t>
      </w:r>
      <w:r w:rsidR="003C50F2">
        <w:rPr>
          <w:rFonts w:ascii="Times New Roman" w:hAnsi="Times New Roman" w:cs="Times New Roman"/>
          <w:color w:val="auto"/>
        </w:rPr>
        <w:t>Черниховская Александра Игоревна, учитель истории и обществознания</w:t>
      </w:r>
    </w:p>
    <w:p w14:paraId="57EF9250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sectPr w:rsidR="00423C9C" w:rsidSect="001367F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D075F" w14:textId="77777777" w:rsidR="00D73572" w:rsidRDefault="00D73572">
      <w:r>
        <w:separator/>
      </w:r>
    </w:p>
  </w:endnote>
  <w:endnote w:type="continuationSeparator" w:id="0">
    <w:p w14:paraId="0C092AB9" w14:textId="77777777" w:rsidR="00D73572" w:rsidRDefault="00D7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E000E" w14:textId="77777777" w:rsidR="00D73572" w:rsidRDefault="00D73572">
      <w:r>
        <w:separator/>
      </w:r>
    </w:p>
  </w:footnote>
  <w:footnote w:type="continuationSeparator" w:id="0">
    <w:p w14:paraId="411D63ED" w14:textId="77777777" w:rsidR="00D73572" w:rsidRDefault="00D73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05"/>
    <w:rsid w:val="00023701"/>
    <w:rsid w:val="00033FE3"/>
    <w:rsid w:val="00046DA3"/>
    <w:rsid w:val="001367FD"/>
    <w:rsid w:val="00194C19"/>
    <w:rsid w:val="001A765D"/>
    <w:rsid w:val="001D1A27"/>
    <w:rsid w:val="002251AC"/>
    <w:rsid w:val="002C5B05"/>
    <w:rsid w:val="0032310E"/>
    <w:rsid w:val="0033721E"/>
    <w:rsid w:val="003B49B5"/>
    <w:rsid w:val="003C50F2"/>
    <w:rsid w:val="003D6853"/>
    <w:rsid w:val="00423C9C"/>
    <w:rsid w:val="00426BB0"/>
    <w:rsid w:val="004373B2"/>
    <w:rsid w:val="0046377A"/>
    <w:rsid w:val="005016C2"/>
    <w:rsid w:val="00565D92"/>
    <w:rsid w:val="0056669E"/>
    <w:rsid w:val="0063523F"/>
    <w:rsid w:val="006B20E3"/>
    <w:rsid w:val="0073404A"/>
    <w:rsid w:val="007A0DEC"/>
    <w:rsid w:val="007A3ACF"/>
    <w:rsid w:val="007C5286"/>
    <w:rsid w:val="007D1DE3"/>
    <w:rsid w:val="008257D5"/>
    <w:rsid w:val="009400EB"/>
    <w:rsid w:val="00A10757"/>
    <w:rsid w:val="00A31BCF"/>
    <w:rsid w:val="00A33198"/>
    <w:rsid w:val="00BC1356"/>
    <w:rsid w:val="00BC3A9C"/>
    <w:rsid w:val="00BD655A"/>
    <w:rsid w:val="00BD7D56"/>
    <w:rsid w:val="00BF6256"/>
    <w:rsid w:val="00BF76A7"/>
    <w:rsid w:val="00C42405"/>
    <w:rsid w:val="00C60C36"/>
    <w:rsid w:val="00C7087D"/>
    <w:rsid w:val="00C744AF"/>
    <w:rsid w:val="00C9245E"/>
    <w:rsid w:val="00D40189"/>
    <w:rsid w:val="00D57561"/>
    <w:rsid w:val="00D71B04"/>
    <w:rsid w:val="00D73572"/>
    <w:rsid w:val="00D76AD0"/>
    <w:rsid w:val="00DE4CFE"/>
    <w:rsid w:val="00E16419"/>
    <w:rsid w:val="00F35861"/>
    <w:rsid w:val="00FB3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8BFD"/>
  <w15:docId w15:val="{C21E04BA-E618-4030-BE84-B51720FD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rsid w:val="001367FD"/>
    <w:pPr>
      <w:spacing w:after="200"/>
      <w:ind w:left="720"/>
      <w:contextualSpacing/>
    </w:pPr>
  </w:style>
  <w:style w:type="paragraph" w:customStyle="1" w:styleId="TableContents">
    <w:name w:val="Table Contents"/>
    <w:basedOn w:val="Standard"/>
    <w:rsid w:val="001367FD"/>
    <w:pPr>
      <w:suppressLineNumbers/>
    </w:pPr>
  </w:style>
  <w:style w:type="paragraph" w:customStyle="1" w:styleId="TableHeading">
    <w:name w:val="Table Heading"/>
    <w:basedOn w:val="TableContents"/>
    <w:rsid w:val="001367FD"/>
    <w:pPr>
      <w:jc w:val="center"/>
    </w:pPr>
    <w:rPr>
      <w:b/>
      <w:bCs/>
    </w:rPr>
  </w:style>
  <w:style w:type="table" w:styleId="a4">
    <w:name w:val="Table Grid"/>
    <w:basedOn w:val="a1"/>
    <w:uiPriority w:val="39"/>
    <w:rsid w:val="00023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4;&#1059;&#1053;&#1071;&#1064;&#1040;\&#1064;&#1082;&#1086;&#1083;&#1072;-&#1080;&#1085;&#1090;&#1077;&#1088;&#1085;&#1072;&#1090;%2024.&#1055;&#1080;&#1074;&#1086;&#1074;&#1072;&#1088;&#1086;&#1074;&#1072;\2023-2024%20&#1091;&#1095;%20&#1075;\&#1042;&#1089;&#1054;&#1064;%202023-2024\&#1064;&#1082;&#1086;&#1083;&#1100;&#1085;&#1099;&#1081;%20&#1101;&#1090;&#1072;&#1087;%2023-24&#1075;&#1075;\&#1054;&#1073;&#1088;&#1072;&#1079;&#1077;&#1094;%20&#1055;&#1088;&#1086;&#1090;&#1086;&#1082;&#1086;&#1083;&#1072;%20&#1087;&#1088;&#1086;&#1074;&#1077;&#1076;&#1077;&#1085;&#1080;&#1103;%20&#1042;&#1089;&#1054;&#1064;%20&#1087;&#1086;%20&#1087;&#1088;&#1077;&#1076;&#1084;&#1077;&#1090;&#1091;%20&#1085;&#1072;%20&#1096;&#1082;&#1086;&#1083;&#1100;&#1085;&#1086;&#1084;%20&#1101;&#1090;&#1072;&#1087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</Template>
  <TotalTime>20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2024-09-26T04:51:00Z</dcterms:created>
  <dcterms:modified xsi:type="dcterms:W3CDTF">2025-10-10T09:06:00Z</dcterms:modified>
</cp:coreProperties>
</file>